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7D" w:rsidRDefault="00607F7D" w:rsidP="007B3B78">
      <w:pPr>
        <w:pStyle w:val="Style1"/>
        <w:widowControl/>
        <w:jc w:val="center"/>
        <w:rPr>
          <w:rStyle w:val="FontStyle11"/>
          <w:rFonts w:ascii="Arial" w:hAnsi="Arial" w:cs="Arial"/>
          <w:b/>
          <w:bCs/>
          <w:sz w:val="20"/>
          <w:szCs w:val="20"/>
        </w:rPr>
      </w:pPr>
    </w:p>
    <w:p w:rsidR="00607F7D" w:rsidRDefault="00607F7D" w:rsidP="007B3B78">
      <w:pPr>
        <w:pStyle w:val="Style1"/>
        <w:widowControl/>
        <w:jc w:val="center"/>
        <w:rPr>
          <w:rStyle w:val="FontStyle11"/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607F7D" w:rsidRPr="002032E7" w:rsidRDefault="00607F7D" w:rsidP="002032E7"/>
    <w:sectPr w:rsidR="00607F7D" w:rsidRPr="002032E7" w:rsidSect="00777490">
      <w:headerReference w:type="default" r:id="rId7"/>
      <w:headerReference w:type="first" r:id="rId8"/>
      <w:footerReference w:type="first" r:id="rId9"/>
      <w:type w:val="continuous"/>
      <w:pgSz w:w="11906" w:h="16838" w:code="9"/>
      <w:pgMar w:top="1208" w:right="1304" w:bottom="851" w:left="1304" w:header="709" w:footer="29" w:gutter="0"/>
      <w:cols w:space="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7D" w:rsidRDefault="00607F7D" w:rsidP="00C77B7A">
      <w:pPr>
        <w:spacing w:after="0" w:line="240" w:lineRule="auto"/>
      </w:pPr>
      <w:r>
        <w:separator/>
      </w:r>
    </w:p>
  </w:endnote>
  <w:endnote w:type="continuationSeparator" w:id="0">
    <w:p w:rsidR="00607F7D" w:rsidRDefault="00607F7D" w:rsidP="00C7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Helvetica Thin">
    <w:altName w:val="Corbe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Segoe UI">
    <w:altName w:val="Doulos SIL Compact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7D" w:rsidRPr="00BE272A" w:rsidRDefault="00607F7D" w:rsidP="008F26D8">
    <w:pPr>
      <w:pStyle w:val="Footer"/>
      <w:tabs>
        <w:tab w:val="clear" w:pos="4536"/>
        <w:tab w:val="clear" w:pos="9072"/>
        <w:tab w:val="left" w:pos="6181"/>
      </w:tabs>
      <w:rPr>
        <w:i/>
      </w:rPr>
    </w:pPr>
    <w:r>
      <w:rPr>
        <w:i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7D" w:rsidRDefault="00607F7D" w:rsidP="00C77B7A">
      <w:pPr>
        <w:spacing w:after="0" w:line="240" w:lineRule="auto"/>
      </w:pPr>
      <w:r>
        <w:separator/>
      </w:r>
    </w:p>
  </w:footnote>
  <w:footnote w:type="continuationSeparator" w:id="0">
    <w:p w:rsidR="00607F7D" w:rsidRDefault="00607F7D" w:rsidP="00C7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7D" w:rsidRPr="007D4593" w:rsidRDefault="00607F7D" w:rsidP="009576D1">
    <w:pPr>
      <w:pStyle w:val="Header"/>
      <w:tabs>
        <w:tab w:val="clear" w:pos="4536"/>
        <w:tab w:val="clear" w:pos="9072"/>
        <w:tab w:val="left" w:pos="2100"/>
      </w:tabs>
      <w:jc w:val="center"/>
      <w:rPr>
        <w:b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7D" w:rsidRDefault="00607F7D">
    <w:pPr>
      <w:pStyle w:val="Header"/>
    </w:pPr>
    <w:r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297.5pt;margin-top:28.1pt;width:18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3kc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" filled="f" stroked="f">
          <v:textbox style="mso-next-textbox:#Text Box 3">
            <w:txbxContent>
              <w:p w:rsidR="00607F7D" w:rsidRDefault="00607F7D" w:rsidP="00DE3D8C">
                <w:pPr>
                  <w:widowControl w:val="0"/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0F3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666E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4720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F821F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3625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3682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78B4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E54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A22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3032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7331F"/>
    <w:multiLevelType w:val="hybridMultilevel"/>
    <w:tmpl w:val="D88E6600"/>
    <w:lvl w:ilvl="0" w:tplc="FFFFFFFF">
      <w:numFmt w:val="bullet"/>
      <w:lvlText w:val="-"/>
      <w:lvlJc w:val="left"/>
      <w:pPr>
        <w:tabs>
          <w:tab w:val="num" w:pos="1674"/>
        </w:tabs>
        <w:ind w:left="1674" w:hanging="360"/>
      </w:pPr>
      <w:rPr>
        <w:rFonts w:ascii="Times New Roman" w:eastAsia="Times New Roman" w:hAnsi="Times New Roman" w:hint="default"/>
        <w:b w:val="0"/>
        <w:sz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7247F7"/>
    <w:multiLevelType w:val="hybridMultilevel"/>
    <w:tmpl w:val="C944BF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635100"/>
    <w:multiLevelType w:val="hybridMultilevel"/>
    <w:tmpl w:val="67AA6512"/>
    <w:lvl w:ilvl="0" w:tplc="040E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4DE4DBE"/>
    <w:multiLevelType w:val="hybridMultilevel"/>
    <w:tmpl w:val="650AA360"/>
    <w:lvl w:ilvl="0" w:tplc="2E888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94B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26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D20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D8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A81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088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DE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A9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A9911E9"/>
    <w:multiLevelType w:val="hybridMultilevel"/>
    <w:tmpl w:val="B12EB0D4"/>
    <w:lvl w:ilvl="0" w:tplc="F5A41F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AE5B26"/>
    <w:multiLevelType w:val="hybridMultilevel"/>
    <w:tmpl w:val="87960AE8"/>
    <w:lvl w:ilvl="0" w:tplc="4112A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B504C6D"/>
    <w:multiLevelType w:val="hybridMultilevel"/>
    <w:tmpl w:val="9050E5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C13A95"/>
    <w:multiLevelType w:val="hybridMultilevel"/>
    <w:tmpl w:val="2F66A146"/>
    <w:lvl w:ilvl="0" w:tplc="040E0017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)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8">
    <w:nsid w:val="2C6254A4"/>
    <w:multiLevelType w:val="hybridMultilevel"/>
    <w:tmpl w:val="7A9AED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067A1E"/>
    <w:multiLevelType w:val="hybridMultilevel"/>
    <w:tmpl w:val="2D7A11F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E7A390F"/>
    <w:multiLevelType w:val="hybridMultilevel"/>
    <w:tmpl w:val="9BC42028"/>
    <w:lvl w:ilvl="0" w:tplc="2C9CEB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43169E"/>
    <w:multiLevelType w:val="hybridMultilevel"/>
    <w:tmpl w:val="2DE89DA6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179C366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605124D"/>
    <w:multiLevelType w:val="hybridMultilevel"/>
    <w:tmpl w:val="68587BD0"/>
    <w:lvl w:ilvl="0" w:tplc="AAFC1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175FA"/>
    <w:multiLevelType w:val="hybridMultilevel"/>
    <w:tmpl w:val="9DAC4372"/>
    <w:lvl w:ilvl="0" w:tplc="2F9024EA">
      <w:start w:val="1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4">
    <w:nsid w:val="3D534F54"/>
    <w:multiLevelType w:val="hybridMultilevel"/>
    <w:tmpl w:val="05EA562C"/>
    <w:lvl w:ilvl="0" w:tplc="040E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>
    <w:nsid w:val="3FEA22D1"/>
    <w:multiLevelType w:val="hybridMultilevel"/>
    <w:tmpl w:val="A650D5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544805"/>
    <w:multiLevelType w:val="hybridMultilevel"/>
    <w:tmpl w:val="49E68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5B751EC"/>
    <w:multiLevelType w:val="hybridMultilevel"/>
    <w:tmpl w:val="3A4E5278"/>
    <w:lvl w:ilvl="0" w:tplc="040E0019">
      <w:start w:val="1"/>
      <w:numFmt w:val="lowerLetter"/>
      <w:lvlText w:val="%1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9C726DF"/>
    <w:multiLevelType w:val="hybridMultilevel"/>
    <w:tmpl w:val="F6047C4E"/>
    <w:lvl w:ilvl="0" w:tplc="5F384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AF2B4">
      <w:start w:val="1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8C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AF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0D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AE5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46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EA1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88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B7A57C2"/>
    <w:multiLevelType w:val="hybridMultilevel"/>
    <w:tmpl w:val="D23CBE9C"/>
    <w:lvl w:ilvl="0" w:tplc="B2362F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E83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D0D2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FA0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8C24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E61F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13C5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3CF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1805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BA240FB"/>
    <w:multiLevelType w:val="hybridMultilevel"/>
    <w:tmpl w:val="547200A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4E3048A9"/>
    <w:multiLevelType w:val="hybridMultilevel"/>
    <w:tmpl w:val="168A01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9443C8"/>
    <w:multiLevelType w:val="multilevel"/>
    <w:tmpl w:val="68587BD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144BE8"/>
    <w:multiLevelType w:val="hybridMultilevel"/>
    <w:tmpl w:val="909ADDC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506A6C"/>
    <w:multiLevelType w:val="hybridMultilevel"/>
    <w:tmpl w:val="34646642"/>
    <w:lvl w:ilvl="0" w:tplc="A2B69E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2C807D4">
      <w:start w:val="16"/>
      <w:numFmt w:val="bullet"/>
      <w:lvlText w:val=""/>
      <w:lvlJc w:val="left"/>
      <w:pPr>
        <w:ind w:left="2520" w:hanging="360"/>
      </w:pPr>
      <w:rPr>
        <w:rFonts w:ascii="Wingdings" w:eastAsia="Times New Roman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92E72B0"/>
    <w:multiLevelType w:val="hybridMultilevel"/>
    <w:tmpl w:val="1234B2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AA77FB9"/>
    <w:multiLevelType w:val="hybridMultilevel"/>
    <w:tmpl w:val="7C2E971A"/>
    <w:lvl w:ilvl="0" w:tplc="9FDAF2EC">
      <w:numFmt w:val="bullet"/>
      <w:lvlText w:val="-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ADD156F"/>
    <w:multiLevelType w:val="multilevel"/>
    <w:tmpl w:val="EC9CA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13"/>
        </w:tabs>
        <w:ind w:left="513" w:hanging="36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1233"/>
        </w:tabs>
        <w:ind w:left="1233" w:hanging="360"/>
      </w:pPr>
      <w:rPr>
        <w:rFonts w:ascii="Times New Roman" w:eastAsia="Times New Roman" w:hAnsi="Times New Roman" w:hint="default"/>
      </w:rPr>
    </w:lvl>
    <w:lvl w:ilvl="4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abstractNum w:abstractNumId="38">
    <w:nsid w:val="5CBD1304"/>
    <w:multiLevelType w:val="hybridMultilevel"/>
    <w:tmpl w:val="2332BCA6"/>
    <w:lvl w:ilvl="0" w:tplc="040E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F7F5782"/>
    <w:multiLevelType w:val="hybridMultilevel"/>
    <w:tmpl w:val="175EF45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7DC2501"/>
    <w:multiLevelType w:val="hybridMultilevel"/>
    <w:tmpl w:val="6A0CCE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B31692"/>
    <w:multiLevelType w:val="hybridMultilevel"/>
    <w:tmpl w:val="117870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861A5E"/>
    <w:multiLevelType w:val="hybridMultilevel"/>
    <w:tmpl w:val="56AA43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7E67E9"/>
    <w:multiLevelType w:val="multilevel"/>
    <w:tmpl w:val="ED92BE4E"/>
    <w:lvl w:ilvl="0">
      <w:start w:val="1"/>
      <w:numFmt w:val="none"/>
      <w:pStyle w:val="Heading1"/>
      <w:suff w:val="nothing"/>
      <w:lvlText w:val="%1 "/>
      <w:lvlJc w:val="left"/>
      <w:rPr>
        <w:rFonts w:ascii="Verdana" w:hAnsi="Verdana" w:cs="Times New Roman" w:hint="default"/>
        <w:b/>
        <w:i w:val="0"/>
        <w:color w:val="000080"/>
        <w:sz w:val="24"/>
        <w:szCs w:val="24"/>
      </w:rPr>
    </w:lvl>
    <w:lvl w:ilvl="1">
      <w:start w:val="1"/>
      <w:numFmt w:val="decimal"/>
      <w:pStyle w:val="Heading2"/>
      <w:suff w:val="space"/>
      <w:lvlText w:val="%1%2."/>
      <w:lvlJc w:val="left"/>
      <w:pPr>
        <w:ind w:left="907" w:hanging="907"/>
      </w:pPr>
      <w:rPr>
        <w:rFonts w:ascii="Verdana" w:hAnsi="Verdana" w:cs="Times New Roman" w:hint="default"/>
        <w:b/>
        <w:i w:val="0"/>
        <w:color w:val="000080"/>
        <w:sz w:val="24"/>
        <w:szCs w:val="24"/>
      </w:rPr>
    </w:lvl>
    <w:lvl w:ilvl="2">
      <w:start w:val="1"/>
      <w:numFmt w:val="decimal"/>
      <w:pStyle w:val="Heading3"/>
      <w:suff w:val="space"/>
      <w:lvlText w:val="%1%2.%3."/>
      <w:lvlJc w:val="left"/>
      <w:pPr>
        <w:ind w:left="567" w:hanging="567"/>
      </w:pPr>
      <w:rPr>
        <w:rFonts w:ascii="Verdana" w:hAnsi="Verdana" w:cs="Times New Roman" w:hint="default"/>
        <w:b/>
        <w:i w:val="0"/>
        <w:color w:val="000080"/>
        <w:sz w:val="22"/>
        <w:szCs w:val="22"/>
      </w:rPr>
    </w:lvl>
    <w:lvl w:ilvl="3">
      <w:start w:val="1"/>
      <w:numFmt w:val="decimal"/>
      <w:pStyle w:val="Heading4"/>
      <w:suff w:val="space"/>
      <w:lvlText w:val="%1%2.%3.%4."/>
      <w:lvlJc w:val="left"/>
      <w:pPr>
        <w:ind w:left="851" w:hanging="851"/>
      </w:pPr>
      <w:rPr>
        <w:rFonts w:ascii="Verdana" w:hAnsi="Verdana" w:cs="Times New Roman" w:hint="default"/>
        <w:b/>
        <w:i/>
        <w:color w:val="000080"/>
        <w:sz w:val="22"/>
        <w:szCs w:val="22"/>
      </w:rPr>
    </w:lvl>
    <w:lvl w:ilvl="4">
      <w:start w:val="1"/>
      <w:numFmt w:val="decimal"/>
      <w:pStyle w:val="Heading5"/>
      <w:suff w:val="space"/>
      <w:lvlText w:val="%1%2.%3.%4.%5."/>
      <w:lvlJc w:val="left"/>
      <w:pPr>
        <w:ind w:left="992" w:hanging="992"/>
      </w:pPr>
      <w:rPr>
        <w:rFonts w:ascii="Verdana" w:hAnsi="Verdana" w:cs="Times New Roman" w:hint="default"/>
        <w:b/>
        <w:i w:val="0"/>
        <w:color w:val="000080"/>
        <w:sz w:val="20"/>
        <w:szCs w:val="20"/>
      </w:r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4017"/>
        </w:tabs>
        <w:ind w:left="36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4737"/>
        </w:tabs>
        <w:ind w:left="4377"/>
      </w:pPr>
      <w:rPr>
        <w:rFonts w:cs="Times New Roman" w:hint="default"/>
      </w:rPr>
    </w:lvl>
  </w:abstractNum>
  <w:abstractNum w:abstractNumId="44">
    <w:nsid w:val="76920317"/>
    <w:multiLevelType w:val="hybridMultilevel"/>
    <w:tmpl w:val="8AF8F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656CB4"/>
    <w:multiLevelType w:val="hybridMultilevel"/>
    <w:tmpl w:val="1E448F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2"/>
  </w:num>
  <w:num w:numId="3">
    <w:abstractNumId w:val="32"/>
  </w:num>
  <w:num w:numId="4">
    <w:abstractNumId w:val="14"/>
  </w:num>
  <w:num w:numId="5">
    <w:abstractNumId w:val="23"/>
  </w:num>
  <w:num w:numId="6">
    <w:abstractNumId w:val="13"/>
  </w:num>
  <w:num w:numId="7">
    <w:abstractNumId w:val="28"/>
  </w:num>
  <w:num w:numId="8">
    <w:abstractNumId w:val="24"/>
  </w:num>
  <w:num w:numId="9">
    <w:abstractNumId w:val="44"/>
  </w:num>
  <w:num w:numId="10">
    <w:abstractNumId w:val="41"/>
  </w:num>
  <w:num w:numId="11">
    <w:abstractNumId w:val="16"/>
  </w:num>
  <w:num w:numId="12">
    <w:abstractNumId w:val="43"/>
  </w:num>
  <w:num w:numId="13">
    <w:abstractNumId w:val="43"/>
  </w:num>
  <w:num w:numId="14">
    <w:abstractNumId w:val="36"/>
  </w:num>
  <w:num w:numId="15">
    <w:abstractNumId w:val="39"/>
  </w:num>
  <w:num w:numId="16">
    <w:abstractNumId w:val="40"/>
  </w:num>
  <w:num w:numId="17">
    <w:abstractNumId w:val="25"/>
  </w:num>
  <w:num w:numId="18">
    <w:abstractNumId w:val="18"/>
  </w:num>
  <w:num w:numId="19">
    <w:abstractNumId w:val="19"/>
  </w:num>
  <w:num w:numId="20">
    <w:abstractNumId w:val="42"/>
  </w:num>
  <w:num w:numId="21">
    <w:abstractNumId w:val="26"/>
  </w:num>
  <w:num w:numId="22">
    <w:abstractNumId w:val="12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5"/>
  </w:num>
  <w:num w:numId="28">
    <w:abstractNumId w:val="35"/>
  </w:num>
  <w:num w:numId="29">
    <w:abstractNumId w:val="30"/>
  </w:num>
  <w:num w:numId="30">
    <w:abstractNumId w:val="29"/>
  </w:num>
  <w:num w:numId="31">
    <w:abstractNumId w:val="34"/>
  </w:num>
  <w:num w:numId="32">
    <w:abstractNumId w:val="45"/>
  </w:num>
  <w:num w:numId="33">
    <w:abstractNumId w:val="10"/>
  </w:num>
  <w:num w:numId="34">
    <w:abstractNumId w:val="37"/>
  </w:num>
  <w:num w:numId="35">
    <w:abstractNumId w:val="31"/>
  </w:num>
  <w:num w:numId="36">
    <w:abstractNumId w:val="33"/>
  </w:num>
  <w:num w:numId="37">
    <w:abstractNumId w:val="38"/>
  </w:num>
  <w:num w:numId="38">
    <w:abstractNumId w:val="11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E89"/>
    <w:rsid w:val="00001C96"/>
    <w:rsid w:val="0000258B"/>
    <w:rsid w:val="000048D4"/>
    <w:rsid w:val="00005F72"/>
    <w:rsid w:val="00006B10"/>
    <w:rsid w:val="000111B8"/>
    <w:rsid w:val="0001511D"/>
    <w:rsid w:val="00020902"/>
    <w:rsid w:val="00021F7E"/>
    <w:rsid w:val="00023428"/>
    <w:rsid w:val="00023B2E"/>
    <w:rsid w:val="00031AD8"/>
    <w:rsid w:val="00035EB1"/>
    <w:rsid w:val="000507F2"/>
    <w:rsid w:val="0005489A"/>
    <w:rsid w:val="00055EF5"/>
    <w:rsid w:val="00060B67"/>
    <w:rsid w:val="000638C8"/>
    <w:rsid w:val="00071183"/>
    <w:rsid w:val="00072792"/>
    <w:rsid w:val="00085223"/>
    <w:rsid w:val="000919C3"/>
    <w:rsid w:val="000945A6"/>
    <w:rsid w:val="0009647D"/>
    <w:rsid w:val="000A543F"/>
    <w:rsid w:val="000A794E"/>
    <w:rsid w:val="000B1576"/>
    <w:rsid w:val="000B6196"/>
    <w:rsid w:val="000C08A7"/>
    <w:rsid w:val="000C0922"/>
    <w:rsid w:val="000C4645"/>
    <w:rsid w:val="000C5C9E"/>
    <w:rsid w:val="000D222F"/>
    <w:rsid w:val="000E3129"/>
    <w:rsid w:val="000E5398"/>
    <w:rsid w:val="000E54EC"/>
    <w:rsid w:val="00101B7D"/>
    <w:rsid w:val="001129EA"/>
    <w:rsid w:val="001144BD"/>
    <w:rsid w:val="001153F8"/>
    <w:rsid w:val="00116ECD"/>
    <w:rsid w:val="00122904"/>
    <w:rsid w:val="00124A10"/>
    <w:rsid w:val="001257D2"/>
    <w:rsid w:val="00127A52"/>
    <w:rsid w:val="00132D58"/>
    <w:rsid w:val="001331A7"/>
    <w:rsid w:val="001358E7"/>
    <w:rsid w:val="001431FE"/>
    <w:rsid w:val="00145B9E"/>
    <w:rsid w:val="001479FB"/>
    <w:rsid w:val="00155277"/>
    <w:rsid w:val="00155BD7"/>
    <w:rsid w:val="00156782"/>
    <w:rsid w:val="00161EE3"/>
    <w:rsid w:val="00162F4B"/>
    <w:rsid w:val="00166A3D"/>
    <w:rsid w:val="0017575C"/>
    <w:rsid w:val="00176298"/>
    <w:rsid w:val="001831E2"/>
    <w:rsid w:val="001838AC"/>
    <w:rsid w:val="0018434F"/>
    <w:rsid w:val="0018637A"/>
    <w:rsid w:val="0019007A"/>
    <w:rsid w:val="001A117D"/>
    <w:rsid w:val="001B2AFF"/>
    <w:rsid w:val="001B446A"/>
    <w:rsid w:val="001B69E2"/>
    <w:rsid w:val="001C13CF"/>
    <w:rsid w:val="001D06D3"/>
    <w:rsid w:val="001D0ED4"/>
    <w:rsid w:val="001D117D"/>
    <w:rsid w:val="001D737E"/>
    <w:rsid w:val="00200F5D"/>
    <w:rsid w:val="002032E7"/>
    <w:rsid w:val="00206588"/>
    <w:rsid w:val="002212ED"/>
    <w:rsid w:val="00224461"/>
    <w:rsid w:val="00224FBB"/>
    <w:rsid w:val="00225C60"/>
    <w:rsid w:val="00233D82"/>
    <w:rsid w:val="0023477C"/>
    <w:rsid w:val="00234DBA"/>
    <w:rsid w:val="00246A30"/>
    <w:rsid w:val="00251082"/>
    <w:rsid w:val="00253A6B"/>
    <w:rsid w:val="00263650"/>
    <w:rsid w:val="0027066E"/>
    <w:rsid w:val="00274186"/>
    <w:rsid w:val="002774E1"/>
    <w:rsid w:val="00283589"/>
    <w:rsid w:val="00283EB2"/>
    <w:rsid w:val="00292C5A"/>
    <w:rsid w:val="00294BC4"/>
    <w:rsid w:val="00295C3F"/>
    <w:rsid w:val="002975F9"/>
    <w:rsid w:val="002A3311"/>
    <w:rsid w:val="002A562B"/>
    <w:rsid w:val="002A6E3A"/>
    <w:rsid w:val="002A73FA"/>
    <w:rsid w:val="002B281A"/>
    <w:rsid w:val="002B2E73"/>
    <w:rsid w:val="002B4ECF"/>
    <w:rsid w:val="002B4EF6"/>
    <w:rsid w:val="002D30A9"/>
    <w:rsid w:val="002D3E63"/>
    <w:rsid w:val="002D6752"/>
    <w:rsid w:val="002E3950"/>
    <w:rsid w:val="002E5164"/>
    <w:rsid w:val="002E6533"/>
    <w:rsid w:val="002F658C"/>
    <w:rsid w:val="0030068E"/>
    <w:rsid w:val="00302777"/>
    <w:rsid w:val="00305762"/>
    <w:rsid w:val="003118CD"/>
    <w:rsid w:val="0031687E"/>
    <w:rsid w:val="00326960"/>
    <w:rsid w:val="00326A3C"/>
    <w:rsid w:val="00334D2D"/>
    <w:rsid w:val="003408D4"/>
    <w:rsid w:val="003414EF"/>
    <w:rsid w:val="0034649F"/>
    <w:rsid w:val="00346FE9"/>
    <w:rsid w:val="003508FE"/>
    <w:rsid w:val="00357242"/>
    <w:rsid w:val="00363E0B"/>
    <w:rsid w:val="003714B5"/>
    <w:rsid w:val="003719FC"/>
    <w:rsid w:val="00371A75"/>
    <w:rsid w:val="00376615"/>
    <w:rsid w:val="0038066F"/>
    <w:rsid w:val="0038188A"/>
    <w:rsid w:val="00382FE6"/>
    <w:rsid w:val="003836D5"/>
    <w:rsid w:val="00383BBF"/>
    <w:rsid w:val="00384437"/>
    <w:rsid w:val="00390171"/>
    <w:rsid w:val="00391273"/>
    <w:rsid w:val="00392161"/>
    <w:rsid w:val="0039513D"/>
    <w:rsid w:val="003A0B22"/>
    <w:rsid w:val="003A0F6E"/>
    <w:rsid w:val="003A3729"/>
    <w:rsid w:val="003A4B74"/>
    <w:rsid w:val="003B1969"/>
    <w:rsid w:val="003B546E"/>
    <w:rsid w:val="003C0356"/>
    <w:rsid w:val="003C44BD"/>
    <w:rsid w:val="003D41D0"/>
    <w:rsid w:val="003D7D36"/>
    <w:rsid w:val="003E12D1"/>
    <w:rsid w:val="003E19EF"/>
    <w:rsid w:val="003E3AB8"/>
    <w:rsid w:val="003E3C65"/>
    <w:rsid w:val="003E42C3"/>
    <w:rsid w:val="00402FA1"/>
    <w:rsid w:val="00407E70"/>
    <w:rsid w:val="0041109F"/>
    <w:rsid w:val="00415278"/>
    <w:rsid w:val="004153DC"/>
    <w:rsid w:val="0042001A"/>
    <w:rsid w:val="004224B8"/>
    <w:rsid w:val="004245D8"/>
    <w:rsid w:val="00431B67"/>
    <w:rsid w:val="004360EB"/>
    <w:rsid w:val="00440BFD"/>
    <w:rsid w:val="00441616"/>
    <w:rsid w:val="0044759B"/>
    <w:rsid w:val="00456031"/>
    <w:rsid w:val="00462005"/>
    <w:rsid w:val="00462185"/>
    <w:rsid w:val="00475042"/>
    <w:rsid w:val="00483462"/>
    <w:rsid w:val="004961D9"/>
    <w:rsid w:val="00497622"/>
    <w:rsid w:val="004A32A4"/>
    <w:rsid w:val="004B0E76"/>
    <w:rsid w:val="004C50E0"/>
    <w:rsid w:val="004C7EAE"/>
    <w:rsid w:val="004D7CE5"/>
    <w:rsid w:val="004E5683"/>
    <w:rsid w:val="004F2D3E"/>
    <w:rsid w:val="004F54A7"/>
    <w:rsid w:val="004F59D5"/>
    <w:rsid w:val="004F5F8A"/>
    <w:rsid w:val="004F7ED4"/>
    <w:rsid w:val="00501ABA"/>
    <w:rsid w:val="005050EC"/>
    <w:rsid w:val="00505194"/>
    <w:rsid w:val="00523450"/>
    <w:rsid w:val="0052726C"/>
    <w:rsid w:val="0053106F"/>
    <w:rsid w:val="00540785"/>
    <w:rsid w:val="00545840"/>
    <w:rsid w:val="005518B6"/>
    <w:rsid w:val="00551D39"/>
    <w:rsid w:val="0055201F"/>
    <w:rsid w:val="00552646"/>
    <w:rsid w:val="00553AA9"/>
    <w:rsid w:val="00556825"/>
    <w:rsid w:val="00556F14"/>
    <w:rsid w:val="00561E29"/>
    <w:rsid w:val="00561F8D"/>
    <w:rsid w:val="0056296F"/>
    <w:rsid w:val="00565427"/>
    <w:rsid w:val="00567DE7"/>
    <w:rsid w:val="005715E0"/>
    <w:rsid w:val="00571FD9"/>
    <w:rsid w:val="00573D16"/>
    <w:rsid w:val="00576250"/>
    <w:rsid w:val="005818E6"/>
    <w:rsid w:val="00581DCE"/>
    <w:rsid w:val="005830AF"/>
    <w:rsid w:val="0058421B"/>
    <w:rsid w:val="00586EB4"/>
    <w:rsid w:val="00590BC4"/>
    <w:rsid w:val="00597949"/>
    <w:rsid w:val="005A191F"/>
    <w:rsid w:val="005A3835"/>
    <w:rsid w:val="005C10FA"/>
    <w:rsid w:val="005C3036"/>
    <w:rsid w:val="005C396A"/>
    <w:rsid w:val="005C66DD"/>
    <w:rsid w:val="005C6FF7"/>
    <w:rsid w:val="005D608D"/>
    <w:rsid w:val="005D6C0C"/>
    <w:rsid w:val="005E0E65"/>
    <w:rsid w:val="005E2B22"/>
    <w:rsid w:val="005E7066"/>
    <w:rsid w:val="005F3510"/>
    <w:rsid w:val="005F6CD4"/>
    <w:rsid w:val="00604C71"/>
    <w:rsid w:val="00605733"/>
    <w:rsid w:val="00607F7D"/>
    <w:rsid w:val="006146E4"/>
    <w:rsid w:val="0062156A"/>
    <w:rsid w:val="00622F92"/>
    <w:rsid w:val="006233E0"/>
    <w:rsid w:val="00625849"/>
    <w:rsid w:val="006309F5"/>
    <w:rsid w:val="0063212A"/>
    <w:rsid w:val="00637388"/>
    <w:rsid w:val="006505D1"/>
    <w:rsid w:val="006530E0"/>
    <w:rsid w:val="006549C3"/>
    <w:rsid w:val="00654EFA"/>
    <w:rsid w:val="00656FDE"/>
    <w:rsid w:val="0065723A"/>
    <w:rsid w:val="0065793B"/>
    <w:rsid w:val="006631F5"/>
    <w:rsid w:val="00665782"/>
    <w:rsid w:val="00674605"/>
    <w:rsid w:val="006864C9"/>
    <w:rsid w:val="0069661D"/>
    <w:rsid w:val="006B10C8"/>
    <w:rsid w:val="006B302E"/>
    <w:rsid w:val="006C3893"/>
    <w:rsid w:val="006D3B55"/>
    <w:rsid w:val="006D46F7"/>
    <w:rsid w:val="006D6868"/>
    <w:rsid w:val="006D7330"/>
    <w:rsid w:val="006E1074"/>
    <w:rsid w:val="006E3F1F"/>
    <w:rsid w:val="006F1476"/>
    <w:rsid w:val="006F4A92"/>
    <w:rsid w:val="006F6839"/>
    <w:rsid w:val="0070319D"/>
    <w:rsid w:val="00703C34"/>
    <w:rsid w:val="00712866"/>
    <w:rsid w:val="00716D90"/>
    <w:rsid w:val="00717612"/>
    <w:rsid w:val="00717DEE"/>
    <w:rsid w:val="00721CA6"/>
    <w:rsid w:val="00723EB0"/>
    <w:rsid w:val="00726D52"/>
    <w:rsid w:val="00727EF2"/>
    <w:rsid w:val="00727FBC"/>
    <w:rsid w:val="007306FB"/>
    <w:rsid w:val="0073701A"/>
    <w:rsid w:val="007371E4"/>
    <w:rsid w:val="00737CC0"/>
    <w:rsid w:val="00741023"/>
    <w:rsid w:val="00746A8E"/>
    <w:rsid w:val="00747584"/>
    <w:rsid w:val="007522EF"/>
    <w:rsid w:val="0075465F"/>
    <w:rsid w:val="00755675"/>
    <w:rsid w:val="007603E3"/>
    <w:rsid w:val="00760B68"/>
    <w:rsid w:val="007648B0"/>
    <w:rsid w:val="0077270C"/>
    <w:rsid w:val="0077342A"/>
    <w:rsid w:val="00777490"/>
    <w:rsid w:val="007801AE"/>
    <w:rsid w:val="00781C7F"/>
    <w:rsid w:val="00783768"/>
    <w:rsid w:val="007858ED"/>
    <w:rsid w:val="00796859"/>
    <w:rsid w:val="007A25BF"/>
    <w:rsid w:val="007B3B78"/>
    <w:rsid w:val="007B4CDB"/>
    <w:rsid w:val="007B5057"/>
    <w:rsid w:val="007C0F1F"/>
    <w:rsid w:val="007C327D"/>
    <w:rsid w:val="007D14D7"/>
    <w:rsid w:val="007D4593"/>
    <w:rsid w:val="007E1DF4"/>
    <w:rsid w:val="007E3189"/>
    <w:rsid w:val="007E5E75"/>
    <w:rsid w:val="007F1358"/>
    <w:rsid w:val="007F33E4"/>
    <w:rsid w:val="007F7397"/>
    <w:rsid w:val="0080151A"/>
    <w:rsid w:val="00802070"/>
    <w:rsid w:val="008114FA"/>
    <w:rsid w:val="0081454B"/>
    <w:rsid w:val="008201B9"/>
    <w:rsid w:val="00831E84"/>
    <w:rsid w:val="008327BA"/>
    <w:rsid w:val="0083521C"/>
    <w:rsid w:val="00842A7D"/>
    <w:rsid w:val="00843D48"/>
    <w:rsid w:val="00847FC9"/>
    <w:rsid w:val="00852377"/>
    <w:rsid w:val="00853681"/>
    <w:rsid w:val="00862791"/>
    <w:rsid w:val="00862D82"/>
    <w:rsid w:val="00867441"/>
    <w:rsid w:val="0087121E"/>
    <w:rsid w:val="00883BF8"/>
    <w:rsid w:val="008840FE"/>
    <w:rsid w:val="00885F7A"/>
    <w:rsid w:val="008924B4"/>
    <w:rsid w:val="00897F61"/>
    <w:rsid w:val="008A0C69"/>
    <w:rsid w:val="008A7E55"/>
    <w:rsid w:val="008B2C78"/>
    <w:rsid w:val="008B708B"/>
    <w:rsid w:val="008C060F"/>
    <w:rsid w:val="008C3713"/>
    <w:rsid w:val="008C6909"/>
    <w:rsid w:val="008C6B2B"/>
    <w:rsid w:val="008D408B"/>
    <w:rsid w:val="008D421B"/>
    <w:rsid w:val="008E26BD"/>
    <w:rsid w:val="008F26D8"/>
    <w:rsid w:val="008F4901"/>
    <w:rsid w:val="008F5179"/>
    <w:rsid w:val="008F5FF1"/>
    <w:rsid w:val="008F7954"/>
    <w:rsid w:val="00901341"/>
    <w:rsid w:val="00901D76"/>
    <w:rsid w:val="00911235"/>
    <w:rsid w:val="00914057"/>
    <w:rsid w:val="0092396B"/>
    <w:rsid w:val="00926724"/>
    <w:rsid w:val="009304AD"/>
    <w:rsid w:val="00931076"/>
    <w:rsid w:val="0093267B"/>
    <w:rsid w:val="009354E1"/>
    <w:rsid w:val="00941EFE"/>
    <w:rsid w:val="009459F6"/>
    <w:rsid w:val="00953334"/>
    <w:rsid w:val="0095439C"/>
    <w:rsid w:val="00954DC7"/>
    <w:rsid w:val="009576D1"/>
    <w:rsid w:val="00963246"/>
    <w:rsid w:val="00965627"/>
    <w:rsid w:val="00965C15"/>
    <w:rsid w:val="009730FD"/>
    <w:rsid w:val="00985C67"/>
    <w:rsid w:val="009A0525"/>
    <w:rsid w:val="009A2154"/>
    <w:rsid w:val="009A5EEE"/>
    <w:rsid w:val="009B2597"/>
    <w:rsid w:val="009D1C24"/>
    <w:rsid w:val="009E66C2"/>
    <w:rsid w:val="009E76CC"/>
    <w:rsid w:val="00A05374"/>
    <w:rsid w:val="00A0702B"/>
    <w:rsid w:val="00A1078C"/>
    <w:rsid w:val="00A10E0B"/>
    <w:rsid w:val="00A12110"/>
    <w:rsid w:val="00A217B0"/>
    <w:rsid w:val="00A23E41"/>
    <w:rsid w:val="00A3784B"/>
    <w:rsid w:val="00A42732"/>
    <w:rsid w:val="00A521AA"/>
    <w:rsid w:val="00A6181C"/>
    <w:rsid w:val="00A626A4"/>
    <w:rsid w:val="00A674C3"/>
    <w:rsid w:val="00A719C8"/>
    <w:rsid w:val="00A75646"/>
    <w:rsid w:val="00A8235B"/>
    <w:rsid w:val="00A8362C"/>
    <w:rsid w:val="00A97D39"/>
    <w:rsid w:val="00AA2980"/>
    <w:rsid w:val="00AA3B49"/>
    <w:rsid w:val="00AA532D"/>
    <w:rsid w:val="00AA689F"/>
    <w:rsid w:val="00AB0F05"/>
    <w:rsid w:val="00AB495D"/>
    <w:rsid w:val="00AC4AD9"/>
    <w:rsid w:val="00AC73F3"/>
    <w:rsid w:val="00AC784D"/>
    <w:rsid w:val="00AD169C"/>
    <w:rsid w:val="00AD602B"/>
    <w:rsid w:val="00AD648F"/>
    <w:rsid w:val="00AE38F5"/>
    <w:rsid w:val="00AE69C8"/>
    <w:rsid w:val="00AE7A9A"/>
    <w:rsid w:val="00AF0677"/>
    <w:rsid w:val="00AF392A"/>
    <w:rsid w:val="00AF5EB4"/>
    <w:rsid w:val="00B041D5"/>
    <w:rsid w:val="00B05528"/>
    <w:rsid w:val="00B10791"/>
    <w:rsid w:val="00B11217"/>
    <w:rsid w:val="00B117EF"/>
    <w:rsid w:val="00B30D54"/>
    <w:rsid w:val="00B313E1"/>
    <w:rsid w:val="00B359EA"/>
    <w:rsid w:val="00B35DCA"/>
    <w:rsid w:val="00B36066"/>
    <w:rsid w:val="00B377A7"/>
    <w:rsid w:val="00B40625"/>
    <w:rsid w:val="00B46700"/>
    <w:rsid w:val="00B545BF"/>
    <w:rsid w:val="00B6089A"/>
    <w:rsid w:val="00B707AD"/>
    <w:rsid w:val="00B71705"/>
    <w:rsid w:val="00B75A44"/>
    <w:rsid w:val="00B761A5"/>
    <w:rsid w:val="00B85255"/>
    <w:rsid w:val="00B909B0"/>
    <w:rsid w:val="00B92211"/>
    <w:rsid w:val="00B933B6"/>
    <w:rsid w:val="00BA6290"/>
    <w:rsid w:val="00BB7B69"/>
    <w:rsid w:val="00BC1C3D"/>
    <w:rsid w:val="00BC5C55"/>
    <w:rsid w:val="00BC70BF"/>
    <w:rsid w:val="00BC7A3B"/>
    <w:rsid w:val="00BD4D5D"/>
    <w:rsid w:val="00BD4DF5"/>
    <w:rsid w:val="00BD745D"/>
    <w:rsid w:val="00BD7E89"/>
    <w:rsid w:val="00BE272A"/>
    <w:rsid w:val="00BE4732"/>
    <w:rsid w:val="00BE69D5"/>
    <w:rsid w:val="00BF1561"/>
    <w:rsid w:val="00C027A3"/>
    <w:rsid w:val="00C12989"/>
    <w:rsid w:val="00C13A6C"/>
    <w:rsid w:val="00C24061"/>
    <w:rsid w:val="00C3025A"/>
    <w:rsid w:val="00C30476"/>
    <w:rsid w:val="00C32411"/>
    <w:rsid w:val="00C341CC"/>
    <w:rsid w:val="00C35CC2"/>
    <w:rsid w:val="00C367C5"/>
    <w:rsid w:val="00C46D1B"/>
    <w:rsid w:val="00C47597"/>
    <w:rsid w:val="00C62EB1"/>
    <w:rsid w:val="00C74F16"/>
    <w:rsid w:val="00C77B7A"/>
    <w:rsid w:val="00C80DCB"/>
    <w:rsid w:val="00C857DA"/>
    <w:rsid w:val="00C8755B"/>
    <w:rsid w:val="00C9201E"/>
    <w:rsid w:val="00CA0304"/>
    <w:rsid w:val="00CA2352"/>
    <w:rsid w:val="00CA355A"/>
    <w:rsid w:val="00CA4BBD"/>
    <w:rsid w:val="00CB375C"/>
    <w:rsid w:val="00CB3788"/>
    <w:rsid w:val="00CC3302"/>
    <w:rsid w:val="00CD74B8"/>
    <w:rsid w:val="00CD7FB9"/>
    <w:rsid w:val="00CE1B9C"/>
    <w:rsid w:val="00CE5BD8"/>
    <w:rsid w:val="00D014D4"/>
    <w:rsid w:val="00D0362D"/>
    <w:rsid w:val="00D04DAE"/>
    <w:rsid w:val="00D0667A"/>
    <w:rsid w:val="00D118D9"/>
    <w:rsid w:val="00D127F6"/>
    <w:rsid w:val="00D15F14"/>
    <w:rsid w:val="00D15FB6"/>
    <w:rsid w:val="00D17459"/>
    <w:rsid w:val="00D260E4"/>
    <w:rsid w:val="00D339FC"/>
    <w:rsid w:val="00D42B6C"/>
    <w:rsid w:val="00D46B1E"/>
    <w:rsid w:val="00D52E21"/>
    <w:rsid w:val="00D535C6"/>
    <w:rsid w:val="00D56B4A"/>
    <w:rsid w:val="00D57969"/>
    <w:rsid w:val="00D65068"/>
    <w:rsid w:val="00D653D1"/>
    <w:rsid w:val="00D67FC1"/>
    <w:rsid w:val="00D7474C"/>
    <w:rsid w:val="00D77BD6"/>
    <w:rsid w:val="00D810C3"/>
    <w:rsid w:val="00D86DD4"/>
    <w:rsid w:val="00D87AC7"/>
    <w:rsid w:val="00D90F5C"/>
    <w:rsid w:val="00D91854"/>
    <w:rsid w:val="00D9244B"/>
    <w:rsid w:val="00D9276A"/>
    <w:rsid w:val="00D92E55"/>
    <w:rsid w:val="00D958F6"/>
    <w:rsid w:val="00DA44E8"/>
    <w:rsid w:val="00DA5996"/>
    <w:rsid w:val="00DA75CA"/>
    <w:rsid w:val="00DB4B6C"/>
    <w:rsid w:val="00DB7D62"/>
    <w:rsid w:val="00DC4A3A"/>
    <w:rsid w:val="00DC5442"/>
    <w:rsid w:val="00DC57BA"/>
    <w:rsid w:val="00DD0C5B"/>
    <w:rsid w:val="00DD728B"/>
    <w:rsid w:val="00DE3D8C"/>
    <w:rsid w:val="00DE5125"/>
    <w:rsid w:val="00DF4B86"/>
    <w:rsid w:val="00DF4E85"/>
    <w:rsid w:val="00DF58C9"/>
    <w:rsid w:val="00DF69C6"/>
    <w:rsid w:val="00DF7448"/>
    <w:rsid w:val="00E01B5D"/>
    <w:rsid w:val="00E021A5"/>
    <w:rsid w:val="00E1105D"/>
    <w:rsid w:val="00E12E13"/>
    <w:rsid w:val="00E15450"/>
    <w:rsid w:val="00E20332"/>
    <w:rsid w:val="00E20685"/>
    <w:rsid w:val="00E2310E"/>
    <w:rsid w:val="00E260D4"/>
    <w:rsid w:val="00E27682"/>
    <w:rsid w:val="00E32EFE"/>
    <w:rsid w:val="00E33443"/>
    <w:rsid w:val="00E3450E"/>
    <w:rsid w:val="00E37196"/>
    <w:rsid w:val="00E40DCA"/>
    <w:rsid w:val="00E44966"/>
    <w:rsid w:val="00E50BB6"/>
    <w:rsid w:val="00E53F57"/>
    <w:rsid w:val="00E543B7"/>
    <w:rsid w:val="00E606E3"/>
    <w:rsid w:val="00E63E63"/>
    <w:rsid w:val="00E64AC0"/>
    <w:rsid w:val="00E66A86"/>
    <w:rsid w:val="00E7215E"/>
    <w:rsid w:val="00E807EC"/>
    <w:rsid w:val="00E8741F"/>
    <w:rsid w:val="00E9494C"/>
    <w:rsid w:val="00EA0577"/>
    <w:rsid w:val="00EA15DC"/>
    <w:rsid w:val="00EA6DF5"/>
    <w:rsid w:val="00EC1AE0"/>
    <w:rsid w:val="00EC567D"/>
    <w:rsid w:val="00EC73E7"/>
    <w:rsid w:val="00ED2C51"/>
    <w:rsid w:val="00ED7970"/>
    <w:rsid w:val="00EE188F"/>
    <w:rsid w:val="00EE6966"/>
    <w:rsid w:val="00EE71A1"/>
    <w:rsid w:val="00EF6A40"/>
    <w:rsid w:val="00EF6E4B"/>
    <w:rsid w:val="00F0300B"/>
    <w:rsid w:val="00F11D75"/>
    <w:rsid w:val="00F14858"/>
    <w:rsid w:val="00F15EBD"/>
    <w:rsid w:val="00F20347"/>
    <w:rsid w:val="00F2170A"/>
    <w:rsid w:val="00F21B80"/>
    <w:rsid w:val="00F2223A"/>
    <w:rsid w:val="00F2722E"/>
    <w:rsid w:val="00F277F6"/>
    <w:rsid w:val="00F27A12"/>
    <w:rsid w:val="00F32ACD"/>
    <w:rsid w:val="00F35A75"/>
    <w:rsid w:val="00F45B0D"/>
    <w:rsid w:val="00F5287F"/>
    <w:rsid w:val="00F53937"/>
    <w:rsid w:val="00F647D7"/>
    <w:rsid w:val="00F66FE3"/>
    <w:rsid w:val="00F719E6"/>
    <w:rsid w:val="00F723B4"/>
    <w:rsid w:val="00F87E3E"/>
    <w:rsid w:val="00F91D27"/>
    <w:rsid w:val="00F944EF"/>
    <w:rsid w:val="00F95167"/>
    <w:rsid w:val="00F95171"/>
    <w:rsid w:val="00F97077"/>
    <w:rsid w:val="00FA5C46"/>
    <w:rsid w:val="00FB005B"/>
    <w:rsid w:val="00FB250B"/>
    <w:rsid w:val="00FB5806"/>
    <w:rsid w:val="00FC12EC"/>
    <w:rsid w:val="00FC26A0"/>
    <w:rsid w:val="00FC5B58"/>
    <w:rsid w:val="00FC5C90"/>
    <w:rsid w:val="00FD151D"/>
    <w:rsid w:val="00FD1AD3"/>
    <w:rsid w:val="00FE4230"/>
    <w:rsid w:val="00FE4B79"/>
    <w:rsid w:val="00FE774D"/>
    <w:rsid w:val="00FF6E83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2E7"/>
    <w:pPr>
      <w:spacing w:after="200" w:line="276" w:lineRule="auto"/>
      <w:jc w:val="both"/>
    </w:pPr>
    <w:rPr>
      <w:rFonts w:ascii="Liberation Sans" w:hAnsi="Liberation Sans"/>
      <w:sz w:val="96"/>
      <w:lang w:val="hu-H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19D"/>
    <w:pPr>
      <w:keepNext/>
      <w:numPr>
        <w:numId w:val="1"/>
      </w:numPr>
      <w:spacing w:before="360" w:after="240" w:line="240" w:lineRule="auto"/>
      <w:jc w:val="left"/>
      <w:outlineLvl w:val="0"/>
    </w:pPr>
    <w:rPr>
      <w:rFonts w:ascii="Times New Roman" w:eastAsia="Times New Roman" w:hAnsi="Times New Roman" w:cs="Arial"/>
      <w:b/>
      <w:bCs/>
      <w:caps/>
      <w:color w:val="000080"/>
      <w:kern w:val="32"/>
      <w:sz w:val="24"/>
      <w:szCs w:val="32"/>
      <w:lang w:eastAsia="hu-H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319D"/>
    <w:pPr>
      <w:keepNext/>
      <w:numPr>
        <w:ilvl w:val="1"/>
        <w:numId w:val="1"/>
      </w:numPr>
      <w:tabs>
        <w:tab w:val="left" w:pos="709"/>
      </w:tabs>
      <w:spacing w:before="360" w:after="240" w:line="240" w:lineRule="auto"/>
      <w:jc w:val="left"/>
      <w:outlineLvl w:val="1"/>
    </w:pPr>
    <w:rPr>
      <w:rFonts w:ascii="Times New Roman" w:eastAsia="Times New Roman" w:hAnsi="Times New Roman"/>
      <w:b/>
      <w:bCs/>
      <w:iCs/>
      <w:color w:val="000080"/>
      <w:sz w:val="24"/>
      <w:szCs w:val="28"/>
      <w:lang w:eastAsia="hu-H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319D"/>
    <w:pPr>
      <w:keepNext/>
      <w:numPr>
        <w:ilvl w:val="2"/>
        <w:numId w:val="1"/>
      </w:numPr>
      <w:spacing w:before="240" w:after="240" w:line="240" w:lineRule="auto"/>
      <w:jc w:val="left"/>
      <w:outlineLvl w:val="2"/>
    </w:pPr>
    <w:rPr>
      <w:rFonts w:ascii="Times New Roman" w:eastAsia="Times New Roman" w:hAnsi="Times New Roman" w:cs="Arial"/>
      <w:b/>
      <w:bCs/>
      <w:color w:val="000080"/>
      <w:sz w:val="22"/>
      <w:lang w:eastAsia="hu-H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319D"/>
    <w:pPr>
      <w:keepNext/>
      <w:numPr>
        <w:ilvl w:val="3"/>
        <w:numId w:val="1"/>
      </w:numPr>
      <w:tabs>
        <w:tab w:val="left" w:pos="1134"/>
      </w:tabs>
      <w:spacing w:before="240" w:after="0" w:line="240" w:lineRule="auto"/>
      <w:jc w:val="left"/>
      <w:outlineLvl w:val="3"/>
    </w:pPr>
    <w:rPr>
      <w:rFonts w:ascii="Times New Roman" w:eastAsia="Times New Roman" w:hAnsi="Times New Roman"/>
      <w:b/>
      <w:bCs/>
      <w:i/>
      <w:color w:val="000080"/>
      <w:sz w:val="22"/>
      <w:szCs w:val="20"/>
      <w:lang w:eastAsia="hu-H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319D"/>
    <w:pPr>
      <w:numPr>
        <w:ilvl w:val="4"/>
        <w:numId w:val="1"/>
      </w:numPr>
      <w:spacing w:before="240" w:after="0" w:line="240" w:lineRule="auto"/>
      <w:jc w:val="left"/>
      <w:outlineLvl w:val="4"/>
    </w:pPr>
    <w:rPr>
      <w:rFonts w:ascii="Times New Roman" w:eastAsia="Times New Roman" w:hAnsi="Times New Roman"/>
      <w:b/>
      <w:bCs/>
      <w:iCs/>
      <w:color w:val="000080"/>
      <w:sz w:val="24"/>
      <w:szCs w:val="20"/>
      <w:lang w:eastAsia="hu-H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319D"/>
    <w:pPr>
      <w:numPr>
        <w:ilvl w:val="5"/>
        <w:numId w:val="1"/>
      </w:numPr>
      <w:spacing w:before="240" w:after="0" w:line="240" w:lineRule="auto"/>
      <w:jc w:val="left"/>
      <w:outlineLvl w:val="5"/>
    </w:pPr>
    <w:rPr>
      <w:rFonts w:ascii="Times New Roman" w:eastAsia="Times New Roman" w:hAnsi="Times New Roman"/>
      <w:b/>
      <w:bCs/>
      <w:color w:val="000080"/>
      <w:sz w:val="24"/>
      <w:lang w:eastAsia="hu-H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319D"/>
    <w:pPr>
      <w:numPr>
        <w:ilvl w:val="6"/>
        <w:numId w:val="1"/>
      </w:numPr>
      <w:spacing w:before="240" w:after="0" w:line="240" w:lineRule="auto"/>
      <w:jc w:val="left"/>
      <w:outlineLvl w:val="6"/>
    </w:pPr>
    <w:rPr>
      <w:rFonts w:ascii="Times New Roman" w:eastAsia="Times New Roman" w:hAnsi="Times New Roman"/>
      <w:color w:val="000080"/>
      <w:sz w:val="24"/>
      <w:szCs w:val="24"/>
      <w:u w:val="single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6435"/>
    <w:rPr>
      <w:rFonts w:asciiTheme="majorHAnsi" w:eastAsiaTheme="majorEastAsia" w:hAnsiTheme="majorHAnsi" w:cstheme="majorBidi"/>
      <w:b/>
      <w:bCs/>
      <w:kern w:val="32"/>
      <w:sz w:val="32"/>
      <w:szCs w:val="32"/>
      <w:lang w:val="hu-HU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6435"/>
    <w:rPr>
      <w:rFonts w:asciiTheme="majorHAnsi" w:eastAsiaTheme="majorEastAsia" w:hAnsiTheme="majorHAnsi" w:cstheme="majorBidi"/>
      <w:b/>
      <w:bCs/>
      <w:i/>
      <w:iCs/>
      <w:sz w:val="28"/>
      <w:szCs w:val="28"/>
      <w:lang w:val="hu-H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6435"/>
    <w:rPr>
      <w:rFonts w:asciiTheme="majorHAnsi" w:eastAsiaTheme="majorEastAsia" w:hAnsiTheme="majorHAnsi" w:cstheme="majorBidi"/>
      <w:b/>
      <w:bCs/>
      <w:sz w:val="26"/>
      <w:szCs w:val="26"/>
      <w:lang w:val="hu-H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6435"/>
    <w:rPr>
      <w:rFonts w:asciiTheme="minorHAnsi" w:eastAsiaTheme="minorEastAsia" w:hAnsiTheme="minorHAnsi" w:cstheme="minorBidi"/>
      <w:b/>
      <w:bCs/>
      <w:sz w:val="28"/>
      <w:szCs w:val="28"/>
      <w:lang w:val="hu-HU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6435"/>
    <w:rPr>
      <w:rFonts w:asciiTheme="minorHAnsi" w:eastAsiaTheme="minorEastAsia" w:hAnsiTheme="minorHAnsi" w:cstheme="minorBidi"/>
      <w:b/>
      <w:bCs/>
      <w:i/>
      <w:iCs/>
      <w:sz w:val="26"/>
      <w:szCs w:val="26"/>
      <w:lang w:val="hu-HU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6435"/>
    <w:rPr>
      <w:rFonts w:asciiTheme="minorHAnsi" w:eastAsiaTheme="minorEastAsia" w:hAnsiTheme="minorHAnsi" w:cstheme="minorBidi"/>
      <w:b/>
      <w:bCs/>
      <w:lang w:val="hu-HU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6435"/>
    <w:rPr>
      <w:rFonts w:asciiTheme="minorHAnsi" w:eastAsiaTheme="minorEastAsia" w:hAnsiTheme="minorHAnsi" w:cstheme="minorBidi"/>
      <w:sz w:val="24"/>
      <w:szCs w:val="24"/>
      <w:lang w:val="hu-HU" w:eastAsia="en-US"/>
    </w:rPr>
  </w:style>
  <w:style w:type="paragraph" w:styleId="Header">
    <w:name w:val="header"/>
    <w:basedOn w:val="Normal"/>
    <w:link w:val="HeaderChar"/>
    <w:uiPriority w:val="99"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77B7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77B7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77B7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7B7A"/>
    <w:pPr>
      <w:spacing w:after="0" w:line="240" w:lineRule="auto"/>
    </w:pPr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B7A"/>
    <w:rPr>
      <w:rFonts w:ascii="Tahoma" w:hAnsi="Tahoma"/>
      <w:sz w:val="16"/>
    </w:rPr>
  </w:style>
  <w:style w:type="paragraph" w:styleId="Title">
    <w:name w:val="Title"/>
    <w:basedOn w:val="Normal"/>
    <w:next w:val="Subtitle"/>
    <w:link w:val="TitleChar"/>
    <w:uiPriority w:val="99"/>
    <w:qFormat/>
    <w:rsid w:val="005050EC"/>
    <w:pPr>
      <w:spacing w:after="0" w:line="240" w:lineRule="auto"/>
      <w:jc w:val="center"/>
      <w:outlineLvl w:val="0"/>
    </w:pPr>
    <w:rPr>
      <w:rFonts w:ascii="Trajan Pro" w:eastAsia="Times New Roman" w:hAnsi="Trajan Pro"/>
      <w:bCs/>
      <w:kern w:val="28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5050EC"/>
    <w:rPr>
      <w:rFonts w:ascii="Trajan Pro" w:hAnsi="Trajan Pro"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050EC"/>
    <w:pPr>
      <w:spacing w:after="480" w:line="240" w:lineRule="auto"/>
      <w:jc w:val="center"/>
      <w:outlineLvl w:val="1"/>
    </w:pPr>
    <w:rPr>
      <w:rFonts w:eastAsia="Times New Roman"/>
      <w:sz w:val="14"/>
      <w:szCs w:val="24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050EC"/>
    <w:rPr>
      <w:rFonts w:ascii="Arial" w:hAnsi="Arial"/>
      <w:sz w:val="24"/>
    </w:rPr>
  </w:style>
  <w:style w:type="paragraph" w:customStyle="1" w:styleId="cmzs">
    <w:name w:val="címzés"/>
    <w:basedOn w:val="Normal"/>
    <w:uiPriority w:val="99"/>
    <w:rsid w:val="00604C71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402FA1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C3893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basedOn w:val="Normal"/>
    <w:uiPriority w:val="99"/>
    <w:rsid w:val="00741023"/>
    <w:pPr>
      <w:spacing w:after="160" w:line="240" w:lineRule="exact"/>
      <w:jc w:val="left"/>
    </w:pPr>
    <w:rPr>
      <w:rFonts w:ascii="Tahoma" w:eastAsia="Times New Roman" w:hAnsi="Tahoma"/>
      <w:szCs w:val="20"/>
      <w:lang w:val="en-US"/>
    </w:rPr>
  </w:style>
  <w:style w:type="character" w:styleId="PageNumber">
    <w:name w:val="page number"/>
    <w:basedOn w:val="DefaultParagraphFont"/>
    <w:uiPriority w:val="99"/>
    <w:rsid w:val="00F277F6"/>
    <w:rPr>
      <w:rFonts w:cs="Times New Roman"/>
    </w:rPr>
  </w:style>
  <w:style w:type="paragraph" w:customStyle="1" w:styleId="Listaszerbekezds1">
    <w:name w:val="Listaszerű bekezdés1"/>
    <w:basedOn w:val="Normal"/>
    <w:uiPriority w:val="99"/>
    <w:rsid w:val="00ED2C51"/>
    <w:pPr>
      <w:ind w:left="720"/>
      <w:contextualSpacing/>
      <w:jc w:val="left"/>
    </w:pPr>
    <w:rPr>
      <w:rFonts w:ascii="Calibri" w:eastAsia="Times New Roman" w:hAnsi="Calibri"/>
      <w:sz w:val="22"/>
    </w:rPr>
  </w:style>
  <w:style w:type="paragraph" w:styleId="BodyText">
    <w:name w:val="Body Text"/>
    <w:basedOn w:val="Normal"/>
    <w:link w:val="BodyTextChar"/>
    <w:uiPriority w:val="99"/>
    <w:rsid w:val="00E66A86"/>
    <w:pPr>
      <w:spacing w:after="0" w:line="240" w:lineRule="auto"/>
    </w:pPr>
    <w:rPr>
      <w:rFonts w:ascii="Calibri" w:hAnsi="Calibri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66A86"/>
    <w:rPr>
      <w:sz w:val="24"/>
    </w:rPr>
  </w:style>
  <w:style w:type="paragraph" w:styleId="FootnoteText">
    <w:name w:val="footnote text"/>
    <w:aliases w:val="Schriftart: 9 pt,Schriftart: 10 pt,Schriftart: 8 pt"/>
    <w:basedOn w:val="Normal"/>
    <w:link w:val="FootnoteTextChar"/>
    <w:uiPriority w:val="99"/>
    <w:rsid w:val="00E66A86"/>
    <w:pPr>
      <w:spacing w:after="0" w:line="240" w:lineRule="auto"/>
      <w:jc w:val="left"/>
    </w:pPr>
    <w:rPr>
      <w:rFonts w:ascii="Calibri" w:hAnsi="Calibri"/>
      <w:szCs w:val="20"/>
      <w:lang w:eastAsia="hu-HU"/>
    </w:rPr>
  </w:style>
  <w:style w:type="character" w:customStyle="1" w:styleId="FootnoteTextChar">
    <w:name w:val="Footnote Text Char"/>
    <w:aliases w:val="Schriftart: 9 pt Char,Schriftart: 10 pt Char,Schriftart: 8 pt Char"/>
    <w:basedOn w:val="DefaultParagraphFont"/>
    <w:link w:val="FootnoteText"/>
    <w:uiPriority w:val="99"/>
    <w:locked/>
    <w:rsid w:val="00E66A86"/>
    <w:rPr>
      <w:lang w:val="hu-HU" w:eastAsia="hu-HU"/>
    </w:rPr>
  </w:style>
  <w:style w:type="character" w:styleId="FootnoteReference">
    <w:name w:val="footnote reference"/>
    <w:basedOn w:val="DefaultParagraphFont"/>
    <w:uiPriority w:val="99"/>
    <w:rsid w:val="00E66A86"/>
    <w:rPr>
      <w:rFonts w:cs="Times New Roman"/>
      <w:vertAlign w:val="superscript"/>
    </w:rPr>
  </w:style>
  <w:style w:type="paragraph" w:customStyle="1" w:styleId="Paragrafus">
    <w:name w:val="Paragrafus"/>
    <w:basedOn w:val="Normal"/>
    <w:uiPriority w:val="99"/>
    <w:rsid w:val="00E66A86"/>
    <w:pPr>
      <w:keepLines/>
      <w:spacing w:before="60" w:after="60" w:line="240" w:lineRule="auto"/>
      <w:ind w:left="284" w:hanging="284"/>
      <w:jc w:val="left"/>
    </w:pPr>
    <w:rPr>
      <w:rFonts w:eastAsia="Times New Roman"/>
      <w:sz w:val="24"/>
      <w:szCs w:val="20"/>
      <w:lang w:eastAsia="hu-HU"/>
    </w:rPr>
  </w:style>
  <w:style w:type="character" w:styleId="CommentReference">
    <w:name w:val="annotation reference"/>
    <w:basedOn w:val="DefaultParagraphFont"/>
    <w:uiPriority w:val="99"/>
    <w:rsid w:val="00E206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20685"/>
    <w:pPr>
      <w:spacing w:after="0" w:line="240" w:lineRule="auto"/>
      <w:jc w:val="left"/>
    </w:pPr>
    <w:rPr>
      <w:rFonts w:ascii="Times New Roman" w:eastAsia="Times New Roman" w:hAnsi="Times New Roman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20685"/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E20685"/>
    <w:pPr>
      <w:ind w:left="720"/>
      <w:contextualSpacing/>
      <w:jc w:val="right"/>
    </w:pPr>
    <w:rPr>
      <w:rFonts w:ascii="Palatino Linotype" w:hAnsi="Palatino Linotype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4057"/>
    <w:pPr>
      <w:spacing w:after="200" w:line="276" w:lineRule="auto"/>
      <w:jc w:val="both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14057"/>
    <w:rPr>
      <w:rFonts w:ascii="Arial" w:hAnsi="Arial"/>
      <w:b/>
      <w:lang w:eastAsia="en-US"/>
    </w:rPr>
  </w:style>
  <w:style w:type="paragraph" w:customStyle="1" w:styleId="mellekletChar">
    <w:name w:val="melleklet Char"/>
    <w:basedOn w:val="Normal"/>
    <w:link w:val="mellekletCharChar"/>
    <w:uiPriority w:val="99"/>
    <w:rsid w:val="006549C3"/>
    <w:pPr>
      <w:spacing w:after="0" w:line="240" w:lineRule="auto"/>
      <w:jc w:val="center"/>
    </w:pPr>
    <w:rPr>
      <w:rFonts w:ascii="Times New Roman" w:eastAsia="Times New Roman" w:hAnsi="Times New Roman"/>
      <w:b/>
      <w:bCs/>
      <w:iCs/>
      <w:sz w:val="24"/>
      <w:szCs w:val="24"/>
      <w:lang w:val="en-GB" w:eastAsia="en-GB"/>
    </w:rPr>
  </w:style>
  <w:style w:type="character" w:customStyle="1" w:styleId="mellekletCharChar">
    <w:name w:val="melleklet Char Char"/>
    <w:link w:val="mellekletChar"/>
    <w:uiPriority w:val="99"/>
    <w:locked/>
    <w:rsid w:val="006549C3"/>
    <w:rPr>
      <w:rFonts w:ascii="Times New Roman" w:hAnsi="Times New Roman"/>
      <w:b/>
      <w:sz w:val="24"/>
    </w:rPr>
  </w:style>
  <w:style w:type="paragraph" w:customStyle="1" w:styleId="Szvegtrzs31">
    <w:name w:val="Szövegtörzs 31"/>
    <w:basedOn w:val="Normal"/>
    <w:uiPriority w:val="99"/>
    <w:rsid w:val="006549C3"/>
    <w:pPr>
      <w:spacing w:after="0" w:line="240" w:lineRule="auto"/>
    </w:pPr>
    <w:rPr>
      <w:rFonts w:ascii="Verdana" w:eastAsia="Times New Roman" w:hAnsi="Verdana"/>
      <w:b/>
      <w:i/>
      <w:sz w:val="18"/>
      <w:szCs w:val="20"/>
      <w:lang w:val="en-GB" w:eastAsia="hu-HU"/>
    </w:rPr>
  </w:style>
  <w:style w:type="paragraph" w:customStyle="1" w:styleId="BodyText31">
    <w:name w:val="Body Text 31"/>
    <w:basedOn w:val="Normal"/>
    <w:uiPriority w:val="99"/>
    <w:rsid w:val="006549C3"/>
    <w:pPr>
      <w:spacing w:after="0" w:line="240" w:lineRule="auto"/>
    </w:pPr>
    <w:rPr>
      <w:rFonts w:ascii="Verdana" w:eastAsia="Times New Roman" w:hAnsi="Verdana"/>
      <w:b/>
      <w:i/>
      <w:sz w:val="18"/>
      <w:szCs w:val="20"/>
      <w:lang w:val="en-GB" w:eastAsia="hu-HU"/>
    </w:rPr>
  </w:style>
  <w:style w:type="paragraph" w:styleId="NoSpacing">
    <w:name w:val="No Spacing"/>
    <w:uiPriority w:val="99"/>
    <w:qFormat/>
    <w:rsid w:val="006549C3"/>
    <w:rPr>
      <w:rFonts w:ascii="Times New Roman" w:eastAsia="Times New Roman" w:hAnsi="Times New Roman"/>
      <w:sz w:val="24"/>
      <w:szCs w:val="24"/>
      <w:lang w:val="hu-HU" w:eastAsia="hu-HU"/>
    </w:rPr>
  </w:style>
  <w:style w:type="paragraph" w:customStyle="1" w:styleId="Style1">
    <w:name w:val="Style1"/>
    <w:basedOn w:val="Normal"/>
    <w:uiPriority w:val="99"/>
    <w:rsid w:val="007B3B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Segoe UI" w:eastAsia="Times New Roman" w:hAnsi="Segoe UI" w:cs="Segoe UI"/>
      <w:sz w:val="24"/>
      <w:szCs w:val="24"/>
      <w:lang w:eastAsia="hu-HU"/>
    </w:rPr>
  </w:style>
  <w:style w:type="paragraph" w:customStyle="1" w:styleId="Style2">
    <w:name w:val="Style2"/>
    <w:basedOn w:val="Normal"/>
    <w:uiPriority w:val="99"/>
    <w:rsid w:val="007B3B78"/>
    <w:pPr>
      <w:widowControl w:val="0"/>
      <w:autoSpaceDE w:val="0"/>
      <w:autoSpaceDN w:val="0"/>
      <w:adjustRightInd w:val="0"/>
      <w:spacing w:after="0" w:line="327" w:lineRule="exact"/>
    </w:pPr>
    <w:rPr>
      <w:rFonts w:ascii="Segoe UI" w:eastAsia="Times New Roman" w:hAnsi="Segoe UI" w:cs="Segoe UI"/>
      <w:sz w:val="24"/>
      <w:szCs w:val="24"/>
      <w:lang w:eastAsia="hu-HU"/>
    </w:rPr>
  </w:style>
  <w:style w:type="character" w:customStyle="1" w:styleId="FontStyle11">
    <w:name w:val="Font Style11"/>
    <w:basedOn w:val="DefaultParagraphFont"/>
    <w:uiPriority w:val="99"/>
    <w:rsid w:val="007B3B78"/>
    <w:rPr>
      <w:rFonts w:ascii="Segoe UI" w:hAnsi="Segoe UI" w:cs="Segoe UI"/>
      <w:sz w:val="22"/>
      <w:szCs w:val="22"/>
    </w:rPr>
  </w:style>
  <w:style w:type="character" w:customStyle="1" w:styleId="FontStyle12">
    <w:name w:val="Font Style12"/>
    <w:basedOn w:val="DefaultParagraphFont"/>
    <w:uiPriority w:val="99"/>
    <w:rsid w:val="007B3B78"/>
    <w:rPr>
      <w:rFonts w:ascii="Segoe UI" w:hAnsi="Segoe UI" w:cs="Segoe UI"/>
      <w:sz w:val="20"/>
      <w:szCs w:val="20"/>
    </w:rPr>
  </w:style>
  <w:style w:type="paragraph" w:customStyle="1" w:styleId="Style3">
    <w:name w:val="Style3"/>
    <w:basedOn w:val="Normal"/>
    <w:uiPriority w:val="99"/>
    <w:rsid w:val="007B3B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Segoe UI" w:eastAsia="Times New Roman" w:hAnsi="Segoe UI" w:cs="Segoe UI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1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1</Pages>
  <Words>0</Words>
  <Characters>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XXXX-XXXXXX XXXXXX XXXXXXXXXXXXXX XXXXX XXXXXXXXXXX</dc:title>
  <dc:subject/>
  <dc:creator/>
  <cp:keywords/>
  <dc:description/>
  <cp:lastModifiedBy/>
  <cp:revision>4</cp:revision>
  <dcterms:created xsi:type="dcterms:W3CDTF">2019-09-25T09:13:00Z</dcterms:created>
  <dcterms:modified xsi:type="dcterms:W3CDTF">2019-09-25T09:44:00Z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